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5D" w:rsidRPr="002D1801" w:rsidRDefault="00671C5D" w:rsidP="00543126">
      <w:pPr>
        <w:rPr>
          <w:b/>
          <w:bCs/>
          <w:u w:val="single"/>
        </w:rPr>
      </w:pPr>
      <w:r w:rsidRPr="002D1801">
        <w:rPr>
          <w:b/>
          <w:bCs/>
          <w:u w:val="single"/>
        </w:rPr>
        <w:t>ALLEGATO A</w:t>
      </w:r>
    </w:p>
    <w:p w:rsidR="00671C5D" w:rsidRPr="002D1801" w:rsidRDefault="00671C5D" w:rsidP="00543126">
      <w:pPr>
        <w:rPr>
          <w:b/>
          <w:bCs/>
          <w:u w:val="single"/>
        </w:rPr>
      </w:pPr>
      <w:r w:rsidRPr="002D1801">
        <w:rPr>
          <w:b/>
          <w:bCs/>
          <w:u w:val="single"/>
        </w:rPr>
        <w:t>MODELLO DI DOMANDA</w:t>
      </w:r>
    </w:p>
    <w:p w:rsidR="00671C5D" w:rsidRDefault="00671C5D" w:rsidP="00543126">
      <w:pPr>
        <w:tabs>
          <w:tab w:val="left" w:pos="3165"/>
        </w:tabs>
        <w:jc w:val="center"/>
      </w:pPr>
      <w:r>
        <w:t xml:space="preserve">                                                                                                   AL DIRIGENTE SCOLASTICO</w:t>
      </w:r>
    </w:p>
    <w:p w:rsidR="00671C5D" w:rsidRDefault="00671C5D" w:rsidP="00543126">
      <w:pPr>
        <w:tabs>
          <w:tab w:val="left" w:pos="3165"/>
        </w:tabs>
        <w:jc w:val="center"/>
      </w:pPr>
      <w:r>
        <w:t xml:space="preserve">                                                                                                  DELL’ISTITUTO COMPRENSIVO </w:t>
      </w:r>
    </w:p>
    <w:p w:rsidR="00671C5D" w:rsidRDefault="00671C5D" w:rsidP="00543126">
      <w:pPr>
        <w:tabs>
          <w:tab w:val="left" w:pos="3165"/>
        </w:tabs>
        <w:jc w:val="both"/>
      </w:pPr>
      <w:r>
        <w:t xml:space="preserve">                                                                                                                 “G. D’ANNUNZIO - DON L. MILANI” </w:t>
      </w:r>
      <w:r>
        <w:tab/>
        <w:t xml:space="preserve">                          </w:t>
      </w:r>
    </w:p>
    <w:p w:rsidR="00671C5D" w:rsidRDefault="00671C5D" w:rsidP="00543126">
      <w:pPr>
        <w:tabs>
          <w:tab w:val="left" w:pos="3165"/>
        </w:tabs>
        <w:jc w:val="both"/>
      </w:pPr>
      <w:r>
        <w:t xml:space="preserve">                                                                                                                         VIA BRINDISI, 11 CATANIA</w:t>
      </w:r>
    </w:p>
    <w:p w:rsidR="00671C5D" w:rsidRDefault="00671C5D" w:rsidP="00543126">
      <w:pPr>
        <w:tabs>
          <w:tab w:val="left" w:pos="3165"/>
        </w:tabs>
        <w:jc w:val="center"/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Il/La sottoscritta……………………………………………………………………………………...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Nato/a a………………………………………..il…………………………………………………...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>Provincia……………………</w:t>
      </w:r>
      <w:r w:rsidRPr="00543126">
        <w:rPr>
          <w:sz w:val="24"/>
          <w:szCs w:val="24"/>
        </w:rPr>
        <w:t>e residente in …</w:t>
      </w:r>
      <w:r>
        <w:rPr>
          <w:sz w:val="24"/>
          <w:szCs w:val="24"/>
        </w:rPr>
        <w:t>…………..</w:t>
      </w:r>
      <w:r w:rsidRPr="00543126">
        <w:rPr>
          <w:sz w:val="24"/>
          <w:szCs w:val="24"/>
        </w:rPr>
        <w:t>………………………………..………..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Via…………………………………………………CAP…………………..Città………………….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Tel……………………………………………….Cell………………………………………………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Codice Fiscale……………………………………………………………………………………….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543126">
        <w:rPr>
          <w:rFonts w:ascii="Times New Roman" w:hAnsi="Times New Roman" w:cs="Times New Roman"/>
          <w:sz w:val="24"/>
          <w:szCs w:val="24"/>
        </w:rPr>
        <w:t>CHIEDE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  <w:r w:rsidRPr="00543126">
        <w:rPr>
          <w:sz w:val="24"/>
          <w:szCs w:val="24"/>
        </w:rPr>
        <w:t>Di essere ammesso alla procedura di selezione  pubblica per Incarico Professionale  per il progetto socio-educativo denominato “Sezioni Primavera”.</w:t>
      </w:r>
    </w:p>
    <w:p w:rsidR="00671C5D" w:rsidRPr="00543126" w:rsidRDefault="00671C5D" w:rsidP="00543126">
      <w:pPr>
        <w:tabs>
          <w:tab w:val="left" w:pos="3165"/>
        </w:tabs>
        <w:rPr>
          <w:sz w:val="24"/>
          <w:szCs w:val="24"/>
        </w:rPr>
      </w:pPr>
    </w:p>
    <w:p w:rsidR="00671C5D" w:rsidRPr="00543126" w:rsidRDefault="00671C5D" w:rsidP="00543126">
      <w:pPr>
        <w:spacing w:line="360" w:lineRule="auto"/>
        <w:jc w:val="center"/>
        <w:rPr>
          <w:b/>
          <w:bCs/>
          <w:sz w:val="24"/>
          <w:szCs w:val="24"/>
        </w:rPr>
      </w:pPr>
      <w:r w:rsidRPr="00543126">
        <w:rPr>
          <w:b/>
          <w:bCs/>
          <w:sz w:val="24"/>
          <w:szCs w:val="24"/>
        </w:rPr>
        <w:t>DICHIARA</w:t>
      </w:r>
    </w:p>
    <w:p w:rsidR="00671C5D" w:rsidRPr="00543126" w:rsidRDefault="00671C5D" w:rsidP="00543126">
      <w:pPr>
        <w:spacing w:line="360" w:lineRule="auto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Sotto la piena ed esclusiva responsabilità, consapev</w:t>
      </w:r>
      <w:r>
        <w:rPr>
          <w:sz w:val="24"/>
          <w:szCs w:val="24"/>
        </w:rPr>
        <w:t>ole della responsabilità penale</w:t>
      </w:r>
      <w:r w:rsidRPr="00543126">
        <w:rPr>
          <w:sz w:val="24"/>
          <w:szCs w:val="24"/>
        </w:rPr>
        <w:t xml:space="preserve"> cui può andare incontro in caso di dichiarazioni mendaci, ai sensi dell’art. 76 del D.P.R. n. 445/2000, quanto segue:</w:t>
      </w:r>
    </w:p>
    <w:p w:rsidR="00671C5D" w:rsidRPr="00543126" w:rsidRDefault="00671C5D" w:rsidP="00543126">
      <w:pPr>
        <w:spacing w:line="360" w:lineRule="auto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(barrare le caselle che interessano)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 xml:space="preserve">Di essere cittadino italiano; 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Di godere dei diritti politici;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Di essere idoneo alle mansioni di Docente/educatore nella sezione primavera,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Di non essere stato destituito o dispensato dall’impiego o dichiarato decaduto dall’impiego presso una pubblica amministrazione;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Di non aver riportato condanne penali e/o di non avere procedimenti penali in corso per i quali non sia possibile procedere all’assunzione;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>Di non essere stato interdetto o sottoposto a misure che escludono, secondo le leggi vigenti, dalla nomina agli impieghi pubblici;</w:t>
      </w:r>
    </w:p>
    <w:p w:rsidR="00671C5D" w:rsidRPr="00543126" w:rsidRDefault="00671C5D" w:rsidP="00543126">
      <w:pPr>
        <w:numPr>
          <w:ilvl w:val="0"/>
          <w:numId w:val="1"/>
        </w:numPr>
        <w:tabs>
          <w:tab w:val="clear" w:pos="1425"/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543126">
        <w:rPr>
          <w:sz w:val="24"/>
          <w:szCs w:val="24"/>
        </w:rPr>
        <w:t xml:space="preserve">Di trovarsi nella seguente posizione nei </w:t>
      </w:r>
      <w:r>
        <w:rPr>
          <w:sz w:val="24"/>
          <w:szCs w:val="24"/>
        </w:rPr>
        <w:t>riguardi degli obblighi di leva</w:t>
      </w:r>
      <w:r w:rsidRPr="00543126">
        <w:rPr>
          <w:sz w:val="24"/>
          <w:szCs w:val="24"/>
        </w:rPr>
        <w:t>_____________________</w:t>
      </w:r>
    </w:p>
    <w:p w:rsidR="00671C5D" w:rsidRPr="00543126" w:rsidRDefault="00671C5D" w:rsidP="00543126">
      <w:pPr>
        <w:rPr>
          <w:sz w:val="24"/>
          <w:szCs w:val="24"/>
        </w:rPr>
      </w:pPr>
      <w:r w:rsidRPr="00543126">
        <w:rPr>
          <w:sz w:val="24"/>
          <w:szCs w:val="24"/>
        </w:rPr>
        <w:t>Inoltre per  le finalità di cui alla presente selezione il /la sottoscritto/a _______________________</w:t>
      </w:r>
    </w:p>
    <w:p w:rsidR="00671C5D" w:rsidRPr="00543126" w:rsidRDefault="00671C5D" w:rsidP="0054312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Pr="00543126">
        <w:rPr>
          <w:b/>
          <w:bCs/>
          <w:sz w:val="24"/>
          <w:szCs w:val="24"/>
        </w:rPr>
        <w:t xml:space="preserve">utorizza </w:t>
      </w:r>
      <w:r w:rsidRPr="00543126">
        <w:rPr>
          <w:sz w:val="24"/>
          <w:szCs w:val="24"/>
        </w:rPr>
        <w:t>il trattamento dei propri dati per tutte le finalità di cui alla prese</w:t>
      </w:r>
      <w:r>
        <w:rPr>
          <w:sz w:val="24"/>
          <w:szCs w:val="24"/>
        </w:rPr>
        <w:t>nte procedura o ad essa connessa</w:t>
      </w:r>
      <w:r w:rsidRPr="00543126">
        <w:rPr>
          <w:sz w:val="24"/>
          <w:szCs w:val="24"/>
        </w:rPr>
        <w:t xml:space="preserve"> ( ai sensi della L. n°675/1996 e successive modificazioni ed integrazioni.)</w:t>
      </w:r>
    </w:p>
    <w:p w:rsidR="00671C5D" w:rsidRPr="00543126" w:rsidRDefault="00671C5D" w:rsidP="00543126">
      <w:pPr>
        <w:ind w:left="360"/>
        <w:rPr>
          <w:sz w:val="24"/>
          <w:szCs w:val="24"/>
        </w:rPr>
      </w:pPr>
      <w:r w:rsidRPr="00543126"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671C5D" w:rsidRDefault="00671C5D" w:rsidP="00543126">
      <w:pPr>
        <w:rPr>
          <w:sz w:val="24"/>
          <w:szCs w:val="24"/>
        </w:rPr>
      </w:pPr>
      <w:r>
        <w:rPr>
          <w:sz w:val="24"/>
          <w:szCs w:val="24"/>
        </w:rPr>
        <w:t>Catania, _____________________________</w:t>
      </w:r>
      <w:r w:rsidRPr="00543126">
        <w:rPr>
          <w:sz w:val="24"/>
          <w:szCs w:val="24"/>
        </w:rPr>
        <w:t xml:space="preserve">                                                                  Firma            </w:t>
      </w:r>
      <w:r>
        <w:rPr>
          <w:sz w:val="24"/>
          <w:szCs w:val="24"/>
        </w:rPr>
        <w:t xml:space="preserve">     </w:t>
      </w:r>
    </w:p>
    <w:p w:rsidR="00671C5D" w:rsidRPr="00543126" w:rsidRDefault="00671C5D" w:rsidP="005431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43126">
        <w:rPr>
          <w:sz w:val="24"/>
          <w:szCs w:val="24"/>
        </w:rPr>
        <w:t xml:space="preserve">____________________                                                  </w:t>
      </w:r>
    </w:p>
    <w:p w:rsidR="00671C5D" w:rsidRDefault="00671C5D"/>
    <w:sectPr w:rsidR="00671C5D" w:rsidSect="00B947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66C2"/>
    <w:multiLevelType w:val="hybridMultilevel"/>
    <w:tmpl w:val="FF3C28D0"/>
    <w:lvl w:ilvl="0" w:tplc="1F7E6B72">
      <w:start w:val="1"/>
      <w:numFmt w:val="bullet"/>
      <w:lvlText w:val="□"/>
      <w:lvlJc w:val="left"/>
      <w:pPr>
        <w:tabs>
          <w:tab w:val="num" w:pos="1425"/>
        </w:tabs>
        <w:ind w:left="1425" w:hanging="360"/>
      </w:pPr>
      <w:rPr>
        <w:rFonts w:ascii="Times New Roman" w:hAnsi="Times New Roman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126"/>
    <w:rsid w:val="002D1801"/>
    <w:rsid w:val="00543126"/>
    <w:rsid w:val="00636A22"/>
    <w:rsid w:val="00671C5D"/>
    <w:rsid w:val="007908EC"/>
    <w:rsid w:val="00AF671F"/>
    <w:rsid w:val="00B94757"/>
    <w:rsid w:val="00D82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12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3126"/>
    <w:pPr>
      <w:keepNext/>
      <w:jc w:val="center"/>
      <w:outlineLvl w:val="0"/>
    </w:pPr>
    <w:rPr>
      <w:rFonts w:ascii="Verdana" w:hAnsi="Verdana" w:cs="Verdana"/>
      <w:b/>
      <w:bCs/>
      <w:sz w:val="34"/>
      <w:szCs w:val="34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3126"/>
    <w:rPr>
      <w:rFonts w:ascii="Verdana" w:hAnsi="Verdana" w:cs="Verdana"/>
      <w:b/>
      <w:bCs/>
      <w:sz w:val="34"/>
      <w:szCs w:val="34"/>
      <w:u w:val="single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380</Words>
  <Characters>2168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subject/>
  <dc:creator>utente</dc:creator>
  <cp:keywords/>
  <dc:description/>
  <cp:lastModifiedBy>.</cp:lastModifiedBy>
  <cp:revision>2</cp:revision>
  <dcterms:created xsi:type="dcterms:W3CDTF">2010-10-15T09:55:00Z</dcterms:created>
  <dcterms:modified xsi:type="dcterms:W3CDTF">2010-10-15T09:55:00Z</dcterms:modified>
</cp:coreProperties>
</file>